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D878" w14:textId="731889F7" w:rsidR="00965EB4" w:rsidRDefault="006676AE" w:rsidP="00E63144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E63144">
        <w:rPr>
          <w:rFonts w:ascii="Arial" w:hAnsi="Arial" w:cs="Arial"/>
          <w:bCs/>
          <w:i w:val="0"/>
          <w:szCs w:val="24"/>
        </w:rPr>
        <w:t>2</w:t>
      </w:r>
    </w:p>
    <w:p w14:paraId="5DE8F417" w14:textId="77777777" w:rsidR="00E63144" w:rsidRPr="00E63144" w:rsidRDefault="00E63144" w:rsidP="00E63144">
      <w:pPr>
        <w:rPr>
          <w:lang w:eastAsia="pl-PL"/>
        </w:rPr>
      </w:pPr>
    </w:p>
    <w:p w14:paraId="65B39055" w14:textId="22925D95" w:rsidR="00C4103F" w:rsidRPr="0012157F" w:rsidRDefault="007118F0" w:rsidP="00965EB4">
      <w:pPr>
        <w:spacing w:after="8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06EA4EB7" w:rsidR="002578E4" w:rsidRPr="00A2540E" w:rsidRDefault="00E63144" w:rsidP="0026449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6314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Zakup pomocy dydaktycznych niezbędnych do prowadzenia zajęć i działań dla dzieci</w:t>
            </w:r>
            <w:r w:rsidR="005A637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– część … .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4E8EAFF6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="00E6314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6DE9223" w14:textId="0F71CFC1" w:rsidR="0026449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4AF9EEC4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lastRenderedPageBreak/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6336B1CD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4A89AB74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315FD42F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11E9CE60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5C872035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14:paraId="504A4B76" w14:textId="77777777" w:rsidR="00E63144" w:rsidRDefault="00E63144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386E049E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965EB4" w:rsidRPr="007222F4" w14:paraId="3677436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3A1" w14:textId="3FE22751" w:rsidR="00965EB4" w:rsidRPr="00DE538C" w:rsidRDefault="00E6314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BF1" w14:textId="5E900971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do występowania w obrocie gospodarczym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9A76916" w14:textId="3E463B6B" w:rsidR="00965EB4" w:rsidRPr="00DE538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7A9C55C0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E110FE" w14:textId="79DBA6D6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7CA586B" w14:textId="77777777" w:rsidR="00566BD9" w:rsidRDefault="00566BD9" w:rsidP="00264491">
      <w:pPr>
        <w:spacing w:before="120" w:after="24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lastRenderedPageBreak/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B56A4" w14:textId="77777777" w:rsidR="00027888" w:rsidRDefault="00027888" w:rsidP="0038231F">
      <w:pPr>
        <w:spacing w:after="0" w:line="240" w:lineRule="auto"/>
      </w:pPr>
      <w:r>
        <w:separator/>
      </w:r>
    </w:p>
  </w:endnote>
  <w:endnote w:type="continuationSeparator" w:id="0">
    <w:p w14:paraId="1196B038" w14:textId="77777777" w:rsidR="00027888" w:rsidRDefault="000278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179C" w14:textId="77777777" w:rsidR="00027888" w:rsidRDefault="00027888" w:rsidP="0038231F">
      <w:pPr>
        <w:spacing w:after="0" w:line="240" w:lineRule="auto"/>
      </w:pPr>
      <w:r>
        <w:separator/>
      </w:r>
    </w:p>
  </w:footnote>
  <w:footnote w:type="continuationSeparator" w:id="0">
    <w:p w14:paraId="44CCD9B2" w14:textId="77777777" w:rsidR="00027888" w:rsidRDefault="00027888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27888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E67F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64491"/>
    <w:rsid w:val="00284368"/>
    <w:rsid w:val="00287AE8"/>
    <w:rsid w:val="00290B01"/>
    <w:rsid w:val="00292198"/>
    <w:rsid w:val="002B2AD9"/>
    <w:rsid w:val="002B749C"/>
    <w:rsid w:val="002C1C7B"/>
    <w:rsid w:val="002C4137"/>
    <w:rsid w:val="002C4948"/>
    <w:rsid w:val="002E641A"/>
    <w:rsid w:val="003016FD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6AF9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A637F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2850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42EE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0991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5EB4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A5E79"/>
    <w:rsid w:val="00AC5247"/>
    <w:rsid w:val="00AE5953"/>
    <w:rsid w:val="00AE6FF2"/>
    <w:rsid w:val="00B0088C"/>
    <w:rsid w:val="00B03CC1"/>
    <w:rsid w:val="00B15219"/>
    <w:rsid w:val="00B15FD3"/>
    <w:rsid w:val="00B27A0C"/>
    <w:rsid w:val="00B3093F"/>
    <w:rsid w:val="00B34079"/>
    <w:rsid w:val="00B36ABD"/>
    <w:rsid w:val="00B677B3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D5C14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3141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1D6D"/>
    <w:rsid w:val="00E426EB"/>
    <w:rsid w:val="00E50194"/>
    <w:rsid w:val="00E60C28"/>
    <w:rsid w:val="00E63144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17925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4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2016-07-26T10:32:00Z</cp:lastPrinted>
  <dcterms:created xsi:type="dcterms:W3CDTF">2025-01-16T10:19:00Z</dcterms:created>
  <dcterms:modified xsi:type="dcterms:W3CDTF">2025-07-22T07:33:00Z</dcterms:modified>
</cp:coreProperties>
</file>